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A07E5C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A07E5C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A07E5C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A07E5C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239CB" w:rsidRDefault="008F367F" w:rsidP="002128CD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vybudování turistické útulny - maršov</w:t>
            </w:r>
            <w:bookmarkStart w:id="0" w:name="_GoBack"/>
            <w:bookmarkEnd w:id="0"/>
          </w:p>
        </w:tc>
      </w:tr>
      <w:tr w:rsidR="000C5AE1" w:rsidRPr="003D1519" w:rsidTr="00A07E5C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A07E5C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A07E5C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81996" w:rsidP="00A07E5C">
            <w:pPr>
              <w:rPr>
                <w:szCs w:val="20"/>
              </w:rPr>
            </w:pPr>
            <w:r>
              <w:t xml:space="preserve">Ing. </w:t>
            </w:r>
            <w:r w:rsidR="00A07E5C">
              <w:t>Miroslav Polášek, místostarosta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62464A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</w:t>
            </w:r>
            <w:r w:rsidR="0062464A">
              <w:rPr>
                <w:szCs w:val="20"/>
              </w:rPr>
              <w:t xml:space="preserve"> Manda, DiS.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F2E7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5271B4">
              <w:rPr>
                <w:szCs w:val="20"/>
              </w:rPr>
              <w:t>6</w:t>
            </w:r>
          </w:p>
        </w:tc>
      </w:tr>
      <w:tr w:rsidR="000C5AE1" w:rsidRPr="003D1519" w:rsidTr="00A07E5C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5271B4" w:rsidP="001F2E7B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libor.manda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A07E5C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3E52F7" w:rsidP="003E52F7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</w:t>
            </w:r>
            <w:r w:rsidR="005E22BD"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A07E5C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A07E5C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A07E5C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A07E5C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A07E5C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A07E5C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A07E5C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A07E5C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116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81996"/>
    <w:rsid w:val="00082A74"/>
    <w:rsid w:val="00086566"/>
    <w:rsid w:val="000925E0"/>
    <w:rsid w:val="000B7EBE"/>
    <w:rsid w:val="000C473A"/>
    <w:rsid w:val="000C5AE1"/>
    <w:rsid w:val="000D0185"/>
    <w:rsid w:val="000D1A12"/>
    <w:rsid w:val="001241C7"/>
    <w:rsid w:val="0013083C"/>
    <w:rsid w:val="001348AF"/>
    <w:rsid w:val="00153290"/>
    <w:rsid w:val="00163C41"/>
    <w:rsid w:val="00173CB8"/>
    <w:rsid w:val="00190042"/>
    <w:rsid w:val="00195030"/>
    <w:rsid w:val="001B20DB"/>
    <w:rsid w:val="001F2E7B"/>
    <w:rsid w:val="00200310"/>
    <w:rsid w:val="0020157C"/>
    <w:rsid w:val="00203C3F"/>
    <w:rsid w:val="002128CD"/>
    <w:rsid w:val="00221794"/>
    <w:rsid w:val="00221F90"/>
    <w:rsid w:val="00223B8C"/>
    <w:rsid w:val="002269FE"/>
    <w:rsid w:val="0022798A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1007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2707"/>
    <w:rsid w:val="003D6916"/>
    <w:rsid w:val="003E52F7"/>
    <w:rsid w:val="00414644"/>
    <w:rsid w:val="00446E0D"/>
    <w:rsid w:val="004812D9"/>
    <w:rsid w:val="00482021"/>
    <w:rsid w:val="00482646"/>
    <w:rsid w:val="00485AFF"/>
    <w:rsid w:val="004966F6"/>
    <w:rsid w:val="004A1DE9"/>
    <w:rsid w:val="004A4CBC"/>
    <w:rsid w:val="004F6826"/>
    <w:rsid w:val="00521D50"/>
    <w:rsid w:val="005271B4"/>
    <w:rsid w:val="005440D0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4D11"/>
    <w:rsid w:val="005F5DD4"/>
    <w:rsid w:val="00601690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D5CAF"/>
    <w:rsid w:val="006E7CEA"/>
    <w:rsid w:val="006F0CD1"/>
    <w:rsid w:val="00700659"/>
    <w:rsid w:val="00724052"/>
    <w:rsid w:val="00735931"/>
    <w:rsid w:val="007406A7"/>
    <w:rsid w:val="00740754"/>
    <w:rsid w:val="00747654"/>
    <w:rsid w:val="0077296D"/>
    <w:rsid w:val="007806EF"/>
    <w:rsid w:val="00784D09"/>
    <w:rsid w:val="00791F92"/>
    <w:rsid w:val="007A2338"/>
    <w:rsid w:val="007A62CF"/>
    <w:rsid w:val="007B24B9"/>
    <w:rsid w:val="007D00C7"/>
    <w:rsid w:val="007D057D"/>
    <w:rsid w:val="007D7452"/>
    <w:rsid w:val="00802F93"/>
    <w:rsid w:val="00803D61"/>
    <w:rsid w:val="0084252E"/>
    <w:rsid w:val="00844089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367F"/>
    <w:rsid w:val="008F7609"/>
    <w:rsid w:val="00917D17"/>
    <w:rsid w:val="00921453"/>
    <w:rsid w:val="00933528"/>
    <w:rsid w:val="00934290"/>
    <w:rsid w:val="00941212"/>
    <w:rsid w:val="00950E9E"/>
    <w:rsid w:val="00951D0D"/>
    <w:rsid w:val="00980304"/>
    <w:rsid w:val="009A7AA8"/>
    <w:rsid w:val="009D23C8"/>
    <w:rsid w:val="009D3BB7"/>
    <w:rsid w:val="009E2520"/>
    <w:rsid w:val="009F2C35"/>
    <w:rsid w:val="00A07E5C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B6C42"/>
    <w:rsid w:val="00AE25AF"/>
    <w:rsid w:val="00AE7A4B"/>
    <w:rsid w:val="00AF4AEE"/>
    <w:rsid w:val="00B0726C"/>
    <w:rsid w:val="00B34BF5"/>
    <w:rsid w:val="00B377AA"/>
    <w:rsid w:val="00B444BB"/>
    <w:rsid w:val="00B513A6"/>
    <w:rsid w:val="00B56A63"/>
    <w:rsid w:val="00B813E2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33715"/>
    <w:rsid w:val="00C46CEE"/>
    <w:rsid w:val="00C807F7"/>
    <w:rsid w:val="00CB61E5"/>
    <w:rsid w:val="00CD5A9A"/>
    <w:rsid w:val="00CD7E4E"/>
    <w:rsid w:val="00CE15C9"/>
    <w:rsid w:val="00D25823"/>
    <w:rsid w:val="00D3005E"/>
    <w:rsid w:val="00D536D8"/>
    <w:rsid w:val="00D57F44"/>
    <w:rsid w:val="00D85FB7"/>
    <w:rsid w:val="00DC1457"/>
    <w:rsid w:val="00DC7DF9"/>
    <w:rsid w:val="00DE3786"/>
    <w:rsid w:val="00E00FE2"/>
    <w:rsid w:val="00E279E6"/>
    <w:rsid w:val="00E35582"/>
    <w:rsid w:val="00E629F0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617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41E24C-CC19-4FD5-90D6-3EA6507C4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E87396E8.dotm</Template>
  <TotalTime>1</TotalTime>
  <Pages>1</Pages>
  <Words>130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3</cp:revision>
  <cp:lastPrinted>2022-09-06T08:53:00Z</cp:lastPrinted>
  <dcterms:created xsi:type="dcterms:W3CDTF">2026-02-09T14:03:00Z</dcterms:created>
  <dcterms:modified xsi:type="dcterms:W3CDTF">2026-02-09T14:04:00Z</dcterms:modified>
</cp:coreProperties>
</file>